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2E98EAAF"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w:t>
      </w:r>
      <w:r w:rsidR="007857DA">
        <w:rPr>
          <w:spacing w:val="0"/>
        </w:rPr>
        <w:t>3519</w:t>
      </w:r>
      <w:r w:rsidR="00E46584">
        <w:rPr>
          <w:spacing w:val="0"/>
        </w:rPr>
        <w:t xml:space="preserve"> </w:t>
      </w:r>
      <w:r w:rsidR="00402161">
        <w:rPr>
          <w:spacing w:val="0"/>
        </w:rPr>
        <w:t>„</w:t>
      </w:r>
      <w:r w:rsidR="00402161" w:rsidRPr="00402161">
        <w:rPr>
          <w:spacing w:val="0"/>
        </w:rPr>
        <w:t>RMK hallatavatelt maadelt jäätmete likvideerimine (</w:t>
      </w:r>
      <w:r w:rsidR="00A75054">
        <w:rPr>
          <w:spacing w:val="0"/>
        </w:rPr>
        <w:t>10</w:t>
      </w:r>
      <w:r w:rsidR="00402161" w:rsidRPr="00402161">
        <w:rPr>
          <w:spacing w:val="0"/>
        </w:rPr>
        <w:t>)</w:t>
      </w:r>
      <w:r w:rsidR="00402161">
        <w:rPr>
          <w:spacing w:val="0"/>
        </w:rPr>
        <w:t>“</w:t>
      </w:r>
      <w:r w:rsidRPr="003F6EFA">
        <w:rPr>
          <w:spacing w:val="0"/>
        </w:rPr>
        <w:t xml:space="preserve"> (viitenumber </w:t>
      </w:r>
      <w:r w:rsidR="00A75054">
        <w:rPr>
          <w:spacing w:val="0"/>
        </w:rPr>
        <w:t>3018</w:t>
      </w:r>
      <w:r w:rsidR="000A63C7">
        <w:rPr>
          <w:spacing w:val="0"/>
        </w:rPr>
        <w:t>61</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601A6260"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A75054">
        <w:rPr>
          <w:spacing w:val="0"/>
        </w:rPr>
        <w:t>10</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A75054">
        <w:rPr>
          <w:spacing w:val="0"/>
        </w:rPr>
        <w:t>3018</w:t>
      </w:r>
      <w:r w:rsidR="000A63C7">
        <w:rPr>
          <w:spacing w:val="0"/>
        </w:rPr>
        <w:t>61</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08A04D18" w14:textId="472A925D" w:rsidR="00E46584" w:rsidRDefault="00BE4AA7" w:rsidP="009A4D63">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236623DB" w14:textId="77777777" w:rsidR="009A4D63" w:rsidRPr="009A4D63" w:rsidRDefault="009A4D63" w:rsidP="009A4D63">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lastRenderedPageBreak/>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lastRenderedPageBreak/>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lastRenderedPageBreak/>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68B28759" w:rsidR="003E2FC5" w:rsidRPr="00BF5ED3" w:rsidRDefault="00AC3986" w:rsidP="00BF5ED3">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lastRenderedPageBreak/>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71C6189C" w14:textId="77777777" w:rsidR="009A4D63" w:rsidRDefault="009A4D63" w:rsidP="0044451F">
      <w:pPr>
        <w:tabs>
          <w:tab w:val="left" w:pos="6630"/>
        </w:tabs>
        <w:rPr>
          <w:spacing w:val="0"/>
        </w:rPr>
      </w:pPr>
    </w:p>
    <w:p w14:paraId="5A4216FB" w14:textId="77777777" w:rsidR="009A4D63" w:rsidRDefault="009A4D63" w:rsidP="0044451F">
      <w:pPr>
        <w:tabs>
          <w:tab w:val="left" w:pos="6630"/>
        </w:tabs>
        <w:rPr>
          <w:spacing w:val="0"/>
        </w:rPr>
      </w:pPr>
    </w:p>
    <w:p w14:paraId="1064285C" w14:textId="77777777" w:rsidR="009A4D63" w:rsidRDefault="009A4D63" w:rsidP="0044451F">
      <w:pPr>
        <w:tabs>
          <w:tab w:val="left" w:pos="6630"/>
        </w:tabs>
        <w:rPr>
          <w:spacing w:val="0"/>
        </w:rPr>
      </w:pPr>
    </w:p>
    <w:p w14:paraId="08AFB0C2" w14:textId="77777777" w:rsidR="009A4D63" w:rsidRDefault="009A4D63" w:rsidP="0044451F">
      <w:pPr>
        <w:tabs>
          <w:tab w:val="left" w:pos="6630"/>
        </w:tabs>
        <w:rPr>
          <w:spacing w:val="0"/>
        </w:rPr>
      </w:pPr>
    </w:p>
    <w:p w14:paraId="04B39559" w14:textId="77777777" w:rsidR="009A4D63" w:rsidRDefault="009A4D63" w:rsidP="0044451F">
      <w:pPr>
        <w:tabs>
          <w:tab w:val="left" w:pos="6630"/>
        </w:tabs>
        <w:rPr>
          <w:spacing w:val="0"/>
        </w:rPr>
      </w:pPr>
    </w:p>
    <w:p w14:paraId="44313F44" w14:textId="77777777" w:rsidR="009A4D63" w:rsidRDefault="009A4D63" w:rsidP="0044451F">
      <w:pPr>
        <w:tabs>
          <w:tab w:val="left" w:pos="6630"/>
        </w:tabs>
        <w:rPr>
          <w:spacing w:val="0"/>
        </w:rPr>
      </w:pPr>
    </w:p>
    <w:p w14:paraId="438BD1CA" w14:textId="77777777" w:rsidR="009A4D63" w:rsidRDefault="009A4D63" w:rsidP="0044451F">
      <w:pPr>
        <w:tabs>
          <w:tab w:val="left" w:pos="6630"/>
        </w:tabs>
        <w:rPr>
          <w:spacing w:val="0"/>
        </w:rPr>
      </w:pPr>
    </w:p>
    <w:p w14:paraId="140E5A1F" w14:textId="77777777" w:rsidR="009A4D63" w:rsidRDefault="009A4D63"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0A63C7"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1A81D" w14:textId="77777777" w:rsidR="002A73C8" w:rsidRDefault="002A73C8">
      <w:r>
        <w:separator/>
      </w:r>
    </w:p>
    <w:p w14:paraId="1F7B3668" w14:textId="77777777" w:rsidR="002A73C8" w:rsidRDefault="002A73C8"/>
    <w:p w14:paraId="54E2ED66" w14:textId="77777777" w:rsidR="002A73C8" w:rsidRDefault="002A73C8" w:rsidP="005B1C9B"/>
  </w:endnote>
  <w:endnote w:type="continuationSeparator" w:id="0">
    <w:p w14:paraId="2783C4BB" w14:textId="77777777" w:rsidR="002A73C8" w:rsidRDefault="002A73C8">
      <w:r>
        <w:continuationSeparator/>
      </w:r>
    </w:p>
    <w:p w14:paraId="051F0085" w14:textId="77777777" w:rsidR="002A73C8" w:rsidRDefault="002A73C8"/>
    <w:p w14:paraId="1163A5D7" w14:textId="77777777" w:rsidR="002A73C8" w:rsidRDefault="002A73C8" w:rsidP="005B1C9B"/>
  </w:endnote>
  <w:endnote w:type="continuationNotice" w:id="1">
    <w:p w14:paraId="7BD0CA5A" w14:textId="77777777" w:rsidR="002A73C8" w:rsidRDefault="002A7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40DC" w14:textId="77777777" w:rsidR="002A73C8" w:rsidRDefault="002A73C8">
      <w:r>
        <w:separator/>
      </w:r>
    </w:p>
    <w:p w14:paraId="5BAEF5E3" w14:textId="77777777" w:rsidR="002A73C8" w:rsidRDefault="002A73C8"/>
    <w:p w14:paraId="621BE79F" w14:textId="77777777" w:rsidR="002A73C8" w:rsidRDefault="002A73C8" w:rsidP="005B1C9B"/>
  </w:footnote>
  <w:footnote w:type="continuationSeparator" w:id="0">
    <w:p w14:paraId="634D60FA" w14:textId="77777777" w:rsidR="002A73C8" w:rsidRDefault="002A73C8">
      <w:r>
        <w:continuationSeparator/>
      </w:r>
    </w:p>
    <w:p w14:paraId="2A8E4EA2" w14:textId="77777777" w:rsidR="002A73C8" w:rsidRDefault="002A73C8"/>
    <w:p w14:paraId="306B6156" w14:textId="77777777" w:rsidR="002A73C8" w:rsidRDefault="002A73C8" w:rsidP="005B1C9B"/>
  </w:footnote>
  <w:footnote w:type="continuationNotice" w:id="1">
    <w:p w14:paraId="6F808801" w14:textId="77777777" w:rsidR="002A73C8" w:rsidRDefault="002A7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3C7"/>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A73C8"/>
    <w:rsid w:val="002B2264"/>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700510"/>
    <w:rsid w:val="007109D9"/>
    <w:rsid w:val="007146F1"/>
    <w:rsid w:val="007165C6"/>
    <w:rsid w:val="00720264"/>
    <w:rsid w:val="00742C47"/>
    <w:rsid w:val="00756264"/>
    <w:rsid w:val="00761511"/>
    <w:rsid w:val="00763CE7"/>
    <w:rsid w:val="00772ECC"/>
    <w:rsid w:val="007750DA"/>
    <w:rsid w:val="00775AE2"/>
    <w:rsid w:val="007857DA"/>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4400C"/>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08AE"/>
    <w:rsid w:val="00995763"/>
    <w:rsid w:val="00995D9A"/>
    <w:rsid w:val="009A4D63"/>
    <w:rsid w:val="009A66A4"/>
    <w:rsid w:val="009A6CD2"/>
    <w:rsid w:val="009B0614"/>
    <w:rsid w:val="009B1EDB"/>
    <w:rsid w:val="009B2A4E"/>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3F3F"/>
    <w:rsid w:val="00A75054"/>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4F4"/>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5F0A"/>
    <w:rsid w:val="00E70E5B"/>
    <w:rsid w:val="00E71FF9"/>
    <w:rsid w:val="00E73D84"/>
    <w:rsid w:val="00E75A15"/>
    <w:rsid w:val="00E77374"/>
    <w:rsid w:val="00E80BAC"/>
    <w:rsid w:val="00E87055"/>
    <w:rsid w:val="00E96689"/>
    <w:rsid w:val="00E96BB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664A76"/>
    <w:rsid w:val="00715AA1"/>
    <w:rsid w:val="00796371"/>
    <w:rsid w:val="007A1CF1"/>
    <w:rsid w:val="0084380B"/>
    <w:rsid w:val="0084400C"/>
    <w:rsid w:val="00911C60"/>
    <w:rsid w:val="009365FB"/>
    <w:rsid w:val="009908AE"/>
    <w:rsid w:val="009B2A4E"/>
    <w:rsid w:val="00A73F3F"/>
    <w:rsid w:val="00AC4ADE"/>
    <w:rsid w:val="00B11C45"/>
    <w:rsid w:val="00B86C9F"/>
    <w:rsid w:val="00C130AC"/>
    <w:rsid w:val="00C46928"/>
    <w:rsid w:val="00C624F4"/>
    <w:rsid w:val="00C83A8B"/>
    <w:rsid w:val="00C94206"/>
    <w:rsid w:val="00CE6BED"/>
    <w:rsid w:val="00D07737"/>
    <w:rsid w:val="00D153A0"/>
    <w:rsid w:val="00E56550"/>
    <w:rsid w:val="00E61806"/>
    <w:rsid w:val="00E96689"/>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1</TotalTime>
  <Pages>11</Pages>
  <Words>3191</Words>
  <Characters>23930</Characters>
  <Application>Microsoft Office Word</Application>
  <DocSecurity>0</DocSecurity>
  <Lines>199</Lines>
  <Paragraphs>54</Paragraphs>
  <ScaleCrop>false</ScaleCrop>
  <Company>RMK</Company>
  <LinksUpToDate>false</LinksUpToDate>
  <CharactersWithSpaces>27067</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3</cp:revision>
  <cp:lastPrinted>2014-04-25T00:30:00Z</cp:lastPrinted>
  <dcterms:created xsi:type="dcterms:W3CDTF">2025-10-21T10:21:00Z</dcterms:created>
  <dcterms:modified xsi:type="dcterms:W3CDTF">2025-10-22T07:46:00Z</dcterms:modified>
</cp:coreProperties>
</file>